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F92CC" w14:textId="77777777" w:rsidR="009612B7" w:rsidRPr="008C1BD3" w:rsidRDefault="009612B7" w:rsidP="00F61BD6">
      <w:pPr>
        <w:sectPr w:rsidR="009612B7" w:rsidRPr="008C1BD3" w:rsidSect="00243A39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3145" w:right="1417" w:bottom="3403" w:left="1417" w:header="709" w:footer="1919" w:gutter="0"/>
          <w:cols w:space="708"/>
          <w:titlePg/>
          <w:docGrid w:linePitch="360"/>
        </w:sectPr>
      </w:pPr>
    </w:p>
    <w:p w14:paraId="2F638071" w14:textId="32528870" w:rsidR="005C70C2" w:rsidRPr="008C1BD3" w:rsidRDefault="008E5CDE" w:rsidP="00D060C2">
      <w:pPr>
        <w:spacing w:before="240"/>
        <w:rPr>
          <w:b/>
          <w:bCs/>
        </w:rPr>
      </w:pPr>
      <w:r w:rsidRPr="008C1BD3">
        <w:rPr>
          <w:b/>
          <w:bCs/>
        </w:rPr>
        <w:t>Ida- Harjumaa RMK</w:t>
      </w:r>
      <w:r w:rsidR="005C70C2" w:rsidRPr="008C1BD3">
        <w:tab/>
      </w:r>
      <w:r w:rsidR="0048419B">
        <w:tab/>
      </w:r>
      <w:r w:rsidR="0048419B">
        <w:tab/>
      </w:r>
      <w:r w:rsidR="0048419B">
        <w:tab/>
      </w:r>
      <w:r w:rsidR="0048419B">
        <w:tab/>
        <w:t>Tallinn 15.01.2026.a. 1-11/1</w:t>
      </w:r>
      <w:r w:rsidR="005C70C2" w:rsidRPr="008C1BD3">
        <w:tab/>
      </w:r>
      <w:r w:rsidR="005C70C2" w:rsidRPr="008C1BD3">
        <w:tab/>
      </w:r>
      <w:r w:rsidR="005C70C2" w:rsidRPr="008C1BD3">
        <w:tab/>
      </w:r>
    </w:p>
    <w:p w14:paraId="17434718" w14:textId="702FDF66" w:rsidR="005C70C2" w:rsidRPr="008C1BD3" w:rsidRDefault="005C70C2" w:rsidP="005C70C2">
      <w:r w:rsidRPr="008C1BD3">
        <w:t xml:space="preserve">Lp. </w:t>
      </w:r>
      <w:r w:rsidR="008E5CDE" w:rsidRPr="008C1BD3">
        <w:t>Andrus Kevvai</w:t>
      </w:r>
    </w:p>
    <w:p w14:paraId="0B0B279B" w14:textId="77777777" w:rsidR="005C70C2" w:rsidRPr="008C1BD3" w:rsidRDefault="005C70C2" w:rsidP="005C70C2"/>
    <w:p w14:paraId="07C40198" w14:textId="7C8D30B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Käesoleval suvel 26. juuni kuni 0</w:t>
      </w:r>
      <w:r w:rsidR="001C2B8B" w:rsidRPr="008C1BD3">
        <w:rPr>
          <w:rFonts w:ascii="CIDFont+F3" w:eastAsia="Calibri" w:hAnsi="CIDFont+F3" w:cs="CIDFont+F3"/>
          <w:sz w:val="23"/>
          <w:szCs w:val="23"/>
        </w:rPr>
        <w:t>9</w:t>
      </w:r>
      <w:r w:rsidRPr="008C1BD3">
        <w:rPr>
          <w:rFonts w:ascii="CIDFont+F3" w:eastAsia="Calibri" w:hAnsi="CIDFont+F3" w:cs="CIDFont+F3"/>
          <w:sz w:val="23"/>
          <w:szCs w:val="23"/>
        </w:rPr>
        <w:t>. juulini 202</w:t>
      </w:r>
      <w:r w:rsidR="001C2B8B" w:rsidRPr="008C1BD3">
        <w:rPr>
          <w:rFonts w:ascii="CIDFont+F3" w:eastAsia="Calibri" w:hAnsi="CIDFont+F3" w:cs="CIDFont+F3"/>
          <w:sz w:val="23"/>
          <w:szCs w:val="23"/>
        </w:rPr>
        <w:t>6</w:t>
      </w:r>
      <w:r w:rsidRPr="008C1BD3">
        <w:rPr>
          <w:rFonts w:ascii="CIDFont+F3" w:eastAsia="Calibri" w:hAnsi="CIDFont+F3" w:cs="CIDFont+F3"/>
          <w:sz w:val="23"/>
          <w:szCs w:val="23"/>
        </w:rPr>
        <w:t>.a.toimub Paunküla Heaolukeskuses ES Põhjakotkas Spordikooli aerutamise osakonna õpilaste suvelaager. Suvelaagri põhitegevuseks kujunevad</w:t>
      </w:r>
    </w:p>
    <w:p w14:paraId="057DD72D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Paunküla veehoidlal toimuvad igapäevased aerutamise treeningud. Treeningud toimuvad</w:t>
      </w:r>
    </w:p>
    <w:p w14:paraId="47B47A3E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igapäevaselt kahel korral päevas 2-2,5 tundi treening.</w:t>
      </w:r>
    </w:p>
    <w:p w14:paraId="34647B34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</w:p>
    <w:p w14:paraId="4AC550A8" w14:textId="50B1F97F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Treeningutest võtavad osa nii noored, kui ka Vabariigi paremikku kuuluvad sportlased. Treeningute ohutuks läbiviimiseks on vajalik kasutada treeneritel päästepaadina mootorpaati.</w:t>
      </w:r>
    </w:p>
    <w:p w14:paraId="0EB42183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Oleme muretsenud oma spordiseltsile treenerite tarbeks 5 HJ neljataktilise Tohatsu rippmootori</w:t>
      </w:r>
    </w:p>
    <w:p w14:paraId="73B162BF" w14:textId="70EB8F83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koos vastava kummipaadiga. Esitatud näitajatega mootorpaadi komplekt on muretsetud spetsiaalselt väikeveekogude teenindamiseks, vältimaks võimalust asjatuks kihutamiseks ning neljataktilise mootori kütusena kasutatakse puhast bensiini, mitte bensiini ja õli segu. Meile kuuluv</w:t>
      </w:r>
    </w:p>
    <w:p w14:paraId="77262A4D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rippmootor Tohatsu 5 on läbinud iga-aastase tehnilise hoolduse ning tarvitab kütuseks puhast</w:t>
      </w:r>
    </w:p>
    <w:p w14:paraId="0E31C1FD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bensiini, oleme veendunud , et tema kasutamine looduses on loodussäästlik.</w:t>
      </w:r>
    </w:p>
    <w:p w14:paraId="0FFF06AB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</w:p>
    <w:p w14:paraId="25EBBDAF" w14:textId="521A40DF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Käesolevaga pöördume Teie poole palvega, lubada ajavahemikul 26.06.-0</w:t>
      </w:r>
      <w:r w:rsidR="001C2B8B" w:rsidRPr="008C1BD3">
        <w:rPr>
          <w:rFonts w:ascii="CIDFont+F3" w:eastAsia="Calibri" w:hAnsi="CIDFont+F3" w:cs="CIDFont+F3"/>
          <w:sz w:val="23"/>
          <w:szCs w:val="23"/>
        </w:rPr>
        <w:t>9</w:t>
      </w:r>
      <w:r w:rsidRPr="008C1BD3">
        <w:rPr>
          <w:rFonts w:ascii="CIDFont+F3" w:eastAsia="Calibri" w:hAnsi="CIDFont+F3" w:cs="CIDFont+F3"/>
          <w:sz w:val="23"/>
          <w:szCs w:val="23"/>
        </w:rPr>
        <w:t>.07.2025.a.. sportlasi</w:t>
      </w:r>
    </w:p>
    <w:p w14:paraId="5FD8B3F2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teenindava mootorpaadi kasutamist kahel korral päevas (hommikupoolikul ja õhtupoolikul)</w:t>
      </w:r>
    </w:p>
    <w:p w14:paraId="177C2ECC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a` 2,5 tundi.</w:t>
      </w:r>
    </w:p>
    <w:p w14:paraId="7BBA9D57" w14:textId="77777777" w:rsidR="008430E1" w:rsidRPr="008C1BD3" w:rsidRDefault="008430E1" w:rsidP="008430E1">
      <w:pPr>
        <w:autoSpaceDE w:val="0"/>
        <w:autoSpaceDN w:val="0"/>
        <w:adjustRightInd w:val="0"/>
        <w:rPr>
          <w:rFonts w:ascii="CIDFont+F3" w:eastAsia="Calibri" w:hAnsi="CIDFont+F3" w:cs="CIDFont+F3"/>
          <w:sz w:val="23"/>
          <w:szCs w:val="23"/>
        </w:rPr>
      </w:pPr>
    </w:p>
    <w:p w14:paraId="0B4839F8" w14:textId="121C0075" w:rsidR="005C70C2" w:rsidRPr="008C1BD3" w:rsidRDefault="008430E1" w:rsidP="008430E1">
      <w:pPr>
        <w:jc w:val="both"/>
        <w:rPr>
          <w:rFonts w:ascii="CIDFont+F3" w:eastAsia="Calibri" w:hAnsi="CIDFont+F3" w:cs="CIDFont+F3"/>
          <w:sz w:val="23"/>
          <w:szCs w:val="23"/>
        </w:rPr>
      </w:pPr>
      <w:r w:rsidRPr="008C1BD3">
        <w:rPr>
          <w:rFonts w:ascii="CIDFont+F3" w:eastAsia="Calibri" w:hAnsi="CIDFont+F3" w:cs="CIDFont+F3"/>
          <w:sz w:val="23"/>
          <w:szCs w:val="23"/>
        </w:rPr>
        <w:t>Jääme lootma Teie poolset positiivset vastust.</w:t>
      </w:r>
    </w:p>
    <w:p w14:paraId="61342C0C" w14:textId="77777777" w:rsidR="008430E1" w:rsidRPr="008C1BD3" w:rsidRDefault="008430E1" w:rsidP="008430E1">
      <w:pPr>
        <w:jc w:val="both"/>
      </w:pPr>
    </w:p>
    <w:p w14:paraId="6CE48741" w14:textId="77777777" w:rsidR="005C70C2" w:rsidRPr="008C1BD3" w:rsidRDefault="005C70C2" w:rsidP="005C70C2">
      <w:pPr>
        <w:jc w:val="both"/>
      </w:pPr>
      <w:r w:rsidRPr="008C1BD3">
        <w:t>Lugupidamisega</w:t>
      </w:r>
    </w:p>
    <w:p w14:paraId="1625B03E" w14:textId="77777777" w:rsidR="005C70C2" w:rsidRPr="008C1BD3" w:rsidRDefault="005C70C2" w:rsidP="005C70C2">
      <w:pPr>
        <w:jc w:val="both"/>
      </w:pPr>
    </w:p>
    <w:p w14:paraId="3D7BB9B5" w14:textId="77777777" w:rsidR="005C70C2" w:rsidRPr="008C1BD3" w:rsidRDefault="005C70C2" w:rsidP="005C70C2">
      <w:pPr>
        <w:jc w:val="both"/>
      </w:pPr>
      <w:r w:rsidRPr="008C1BD3">
        <w:t>Tõnu-Peep Nurk</w:t>
      </w:r>
    </w:p>
    <w:p w14:paraId="4E901711" w14:textId="77777777" w:rsidR="005C70C2" w:rsidRPr="008C1BD3" w:rsidRDefault="005C70C2" w:rsidP="005C70C2">
      <w:pPr>
        <w:jc w:val="both"/>
      </w:pPr>
      <w:r w:rsidRPr="008C1BD3">
        <w:t>ES Põhjakotkas</w:t>
      </w:r>
    </w:p>
    <w:p w14:paraId="08D1B781" w14:textId="77777777" w:rsidR="005C70C2" w:rsidRPr="008C1BD3" w:rsidRDefault="005C70C2" w:rsidP="005C70C2">
      <w:pPr>
        <w:jc w:val="both"/>
      </w:pPr>
      <w:r w:rsidRPr="008C1BD3">
        <w:t xml:space="preserve">juhatuse liige </w:t>
      </w:r>
    </w:p>
    <w:p w14:paraId="7BF2951A" w14:textId="77777777" w:rsidR="00952A8C" w:rsidRPr="008C1BD3" w:rsidRDefault="00515EAF" w:rsidP="005C70C2">
      <w:pPr>
        <w:jc w:val="both"/>
      </w:pPr>
      <w:r w:rsidRPr="008C1BD3">
        <w:t>5090158</w:t>
      </w:r>
    </w:p>
    <w:p w14:paraId="7079788C" w14:textId="02D33706" w:rsidR="005C70C2" w:rsidRPr="008C1BD3" w:rsidRDefault="005C70C2" w:rsidP="005C70C2">
      <w:pPr>
        <w:jc w:val="both"/>
      </w:pPr>
      <w:r w:rsidRPr="008C1BD3">
        <w:t xml:space="preserve"> </w:t>
      </w:r>
    </w:p>
    <w:p w14:paraId="215BB617" w14:textId="684DCD34" w:rsidR="00EA0285" w:rsidRPr="00121AD1" w:rsidRDefault="00EA0285" w:rsidP="005C70C2"/>
    <w:sectPr w:rsidR="00EA0285" w:rsidRPr="00121AD1" w:rsidSect="00243A39">
      <w:headerReference w:type="first" r:id="rId12"/>
      <w:footerReference w:type="first" r:id="rId13"/>
      <w:type w:val="continuous"/>
      <w:pgSz w:w="11906" w:h="16838"/>
      <w:pgMar w:top="2694" w:right="1417" w:bottom="1845" w:left="1417" w:header="709" w:footer="1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48CA7" w14:textId="77777777" w:rsidR="00E71366" w:rsidRPr="008C1BD3" w:rsidRDefault="00E71366" w:rsidP="00F61BD6">
      <w:r w:rsidRPr="008C1BD3">
        <w:separator/>
      </w:r>
    </w:p>
  </w:endnote>
  <w:endnote w:type="continuationSeparator" w:id="0">
    <w:p w14:paraId="701E100C" w14:textId="77777777" w:rsidR="00E71366" w:rsidRPr="008C1BD3" w:rsidRDefault="00E71366" w:rsidP="00F61BD6">
      <w:r w:rsidRPr="008C1B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Garamond Pro">
    <w:altName w:val="Garamond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 Premr Pro">
    <w:altName w:val="Times New Roman"/>
    <w:panose1 w:val="00000000000000000000"/>
    <w:charset w:val="00"/>
    <w:family w:val="roman"/>
    <w:notTrueType/>
    <w:pitch w:val="variable"/>
    <w:sig w:usb0="E00002BF" w:usb1="5000E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61"/>
      <w:gridCol w:w="553"/>
      <w:gridCol w:w="4258"/>
    </w:tblGrid>
    <w:tr w:rsidR="00874F7F" w:rsidRPr="008C1BD3" w14:paraId="3166D691" w14:textId="77777777" w:rsidTr="00A86DE5">
      <w:trPr>
        <w:trHeight w:val="151"/>
      </w:trPr>
      <w:tc>
        <w:tcPr>
          <w:tcW w:w="2348" w:type="pct"/>
          <w:tcBorders>
            <w:bottom w:val="single" w:sz="8" w:space="0" w:color="595959"/>
          </w:tcBorders>
        </w:tcPr>
        <w:p w14:paraId="020C9462" w14:textId="77777777" w:rsidR="00874F7F" w:rsidRPr="008C1BD3" w:rsidRDefault="00874F7F" w:rsidP="00E34DE7">
          <w:pPr>
            <w:pStyle w:val="Pis"/>
          </w:pPr>
        </w:p>
      </w:tc>
      <w:tc>
        <w:tcPr>
          <w:tcW w:w="305" w:type="pct"/>
          <w:vMerge w:val="restart"/>
          <w:noWrap/>
          <w:vAlign w:val="center"/>
        </w:tcPr>
        <w:p w14:paraId="37A52B33" w14:textId="77777777" w:rsidR="00874F7F" w:rsidRPr="008C1BD3" w:rsidRDefault="0009070A" w:rsidP="005C4024">
          <w:pPr>
            <w:pStyle w:val="Jalus"/>
          </w:pPr>
          <w:r w:rsidRPr="008C1BD3">
            <w:fldChar w:fldCharType="begin"/>
          </w:r>
          <w:r w:rsidRPr="008C1BD3">
            <w:instrText xml:space="preserve"> PAGE  \* MERGEFORMAT </w:instrText>
          </w:r>
          <w:r w:rsidRPr="008C1BD3">
            <w:fldChar w:fldCharType="separate"/>
          </w:r>
          <w:r w:rsidR="00A345DD" w:rsidRPr="008C1BD3">
            <w:t>2</w:t>
          </w:r>
          <w:r w:rsidRPr="008C1BD3">
            <w:fldChar w:fldCharType="end"/>
          </w:r>
        </w:p>
      </w:tc>
      <w:tc>
        <w:tcPr>
          <w:tcW w:w="2347" w:type="pct"/>
          <w:tcBorders>
            <w:bottom w:val="single" w:sz="8" w:space="0" w:color="595959"/>
          </w:tcBorders>
        </w:tcPr>
        <w:p w14:paraId="567714D3" w14:textId="77777777" w:rsidR="00874F7F" w:rsidRPr="008C1BD3" w:rsidRDefault="00874F7F" w:rsidP="00E34DE7">
          <w:pPr>
            <w:pStyle w:val="Pis"/>
          </w:pPr>
        </w:p>
      </w:tc>
    </w:tr>
    <w:tr w:rsidR="00874F7F" w:rsidRPr="008C1BD3" w14:paraId="6C6FA7F9" w14:textId="77777777" w:rsidTr="00A86DE5">
      <w:trPr>
        <w:trHeight w:val="150"/>
      </w:trPr>
      <w:tc>
        <w:tcPr>
          <w:tcW w:w="2348" w:type="pct"/>
          <w:tcBorders>
            <w:top w:val="single" w:sz="8" w:space="0" w:color="595959"/>
          </w:tcBorders>
        </w:tcPr>
        <w:p w14:paraId="51425270" w14:textId="77777777" w:rsidR="00874F7F" w:rsidRPr="008C1BD3" w:rsidRDefault="00874F7F" w:rsidP="00E34DE7">
          <w:pPr>
            <w:pStyle w:val="Pis"/>
          </w:pPr>
        </w:p>
      </w:tc>
      <w:tc>
        <w:tcPr>
          <w:tcW w:w="305" w:type="pct"/>
          <w:vMerge/>
        </w:tcPr>
        <w:p w14:paraId="786183C0" w14:textId="77777777" w:rsidR="00874F7F" w:rsidRPr="008C1BD3" w:rsidRDefault="00874F7F" w:rsidP="00E34DE7">
          <w:pPr>
            <w:pStyle w:val="Pis"/>
          </w:pPr>
        </w:p>
      </w:tc>
      <w:tc>
        <w:tcPr>
          <w:tcW w:w="2347" w:type="pct"/>
          <w:tcBorders>
            <w:top w:val="single" w:sz="8" w:space="0" w:color="595959"/>
          </w:tcBorders>
        </w:tcPr>
        <w:p w14:paraId="500860A0" w14:textId="77777777" w:rsidR="00874F7F" w:rsidRPr="008C1BD3" w:rsidRDefault="00874F7F" w:rsidP="00E34DE7">
          <w:pPr>
            <w:pStyle w:val="Pis"/>
          </w:pPr>
        </w:p>
      </w:tc>
    </w:tr>
  </w:tbl>
  <w:p w14:paraId="128BF119" w14:textId="77777777" w:rsidR="00874F7F" w:rsidRPr="008C1BD3" w:rsidRDefault="00874F7F" w:rsidP="005C402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FC40D" w14:textId="77777777" w:rsidR="00874F7F" w:rsidRPr="008C1BD3" w:rsidRDefault="00A345DD" w:rsidP="00E34DE7">
    <w:pPr>
      <w:pStyle w:val="Footer1"/>
    </w:pPr>
    <w:r w:rsidRPr="008C1BD3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3119" behindDoc="1" locked="0" layoutInCell="1" allowOverlap="1" wp14:anchorId="1B79E345" wp14:editId="2E10897C">
              <wp:simplePos x="0" y="0"/>
              <wp:positionH relativeFrom="page">
                <wp:posOffset>255905</wp:posOffset>
              </wp:positionH>
              <wp:positionV relativeFrom="page">
                <wp:posOffset>9515475</wp:posOffset>
              </wp:positionV>
              <wp:extent cx="1540510" cy="581025"/>
              <wp:effectExtent l="0" t="0" r="3810" b="0"/>
              <wp:wrapNone/>
              <wp:docPr id="5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051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9A31D4" w14:textId="77777777" w:rsidR="00874F7F" w:rsidRPr="008C1BD3" w:rsidRDefault="00874F7F" w:rsidP="00E34DE7">
                          <w:pPr>
                            <w:pStyle w:val="Footer1"/>
                          </w:pPr>
                          <w:r w:rsidRPr="008C1BD3">
                            <w:t>Eesti Spordiselts Põhjakotkas</w:t>
                          </w:r>
                        </w:p>
                        <w:p w14:paraId="727688B3" w14:textId="77777777" w:rsidR="00874F7F" w:rsidRPr="008C1BD3" w:rsidRDefault="00874F7F" w:rsidP="00E34DE7">
                          <w:pPr>
                            <w:pStyle w:val="Footer1"/>
                          </w:pPr>
                          <w:r w:rsidRPr="008C1BD3">
                            <w:t>Reg. nr. 80080734</w:t>
                          </w:r>
                        </w:p>
                        <w:p w14:paraId="48673071" w14:textId="77777777" w:rsidR="00874F7F" w:rsidRPr="008C1BD3" w:rsidRDefault="00583C76" w:rsidP="00E34DE7">
                          <w:pPr>
                            <w:pStyle w:val="Footer1"/>
                          </w:pPr>
                          <w:r w:rsidRPr="008C1BD3">
                            <w:t>Tartu mnt 52-37</w:t>
                          </w:r>
                        </w:p>
                        <w:p w14:paraId="39BA2ACE" w14:textId="77777777" w:rsidR="00874F7F" w:rsidRPr="008C1BD3" w:rsidRDefault="00583C76" w:rsidP="00E34DE7">
                          <w:pPr>
                            <w:pStyle w:val="Footer1"/>
                          </w:pPr>
                          <w:r w:rsidRPr="008C1BD3">
                            <w:t>10115</w:t>
                          </w:r>
                          <w:r w:rsidR="00874F7F" w:rsidRPr="008C1BD3">
                            <w:t xml:space="preserve"> Tallinn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79E345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6" type="#_x0000_t202" style="position:absolute;margin-left:20.15pt;margin-top:749.25pt;width:121.3pt;height:45.75pt;z-index:-2516633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" stroked="f">
              <v:textbox>
                <w:txbxContent>
                  <w:p w14:paraId="6C9A31D4" w14:textId="77777777" w:rsidR="00874F7F" w:rsidRPr="008C1BD3" w:rsidRDefault="00874F7F" w:rsidP="00E34DE7">
                    <w:pPr>
                      <w:pStyle w:val="Footer1"/>
                    </w:pPr>
                    <w:r w:rsidRPr="008C1BD3">
                      <w:t>Eesti Spordiselts Põhjakotkas</w:t>
                    </w:r>
                  </w:p>
                  <w:p w14:paraId="727688B3" w14:textId="77777777" w:rsidR="00874F7F" w:rsidRPr="008C1BD3" w:rsidRDefault="00874F7F" w:rsidP="00E34DE7">
                    <w:pPr>
                      <w:pStyle w:val="Footer1"/>
                    </w:pPr>
                    <w:r w:rsidRPr="008C1BD3">
                      <w:t>Reg. nr. 80080734</w:t>
                    </w:r>
                  </w:p>
                  <w:p w14:paraId="48673071" w14:textId="77777777" w:rsidR="00874F7F" w:rsidRPr="008C1BD3" w:rsidRDefault="00583C76" w:rsidP="00E34DE7">
                    <w:pPr>
                      <w:pStyle w:val="Footer1"/>
                    </w:pPr>
                    <w:r w:rsidRPr="008C1BD3">
                      <w:t>Tartu mnt 52-37</w:t>
                    </w:r>
                  </w:p>
                  <w:p w14:paraId="39BA2ACE" w14:textId="77777777" w:rsidR="00874F7F" w:rsidRPr="008C1BD3" w:rsidRDefault="00583C76" w:rsidP="00E34DE7">
                    <w:pPr>
                      <w:pStyle w:val="Footer1"/>
                    </w:pPr>
                    <w:r w:rsidRPr="008C1BD3">
                      <w:t>10115</w:t>
                    </w:r>
                    <w:r w:rsidR="00874F7F" w:rsidRPr="008C1BD3">
                      <w:t xml:space="preserve"> Tallinn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C1BD3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B773576" wp14:editId="374ABA6C">
              <wp:simplePos x="0" y="0"/>
              <wp:positionH relativeFrom="page">
                <wp:posOffset>3863340</wp:posOffset>
              </wp:positionH>
              <wp:positionV relativeFrom="page">
                <wp:posOffset>9490710</wp:posOffset>
              </wp:positionV>
              <wp:extent cx="1403350" cy="477520"/>
              <wp:effectExtent l="0" t="3810" r="0" b="3810"/>
              <wp:wrapNone/>
              <wp:docPr id="4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0" cy="477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71C873" w14:textId="77777777" w:rsidR="00874F7F" w:rsidRPr="008C1BD3" w:rsidRDefault="005C12A1" w:rsidP="00E34DE7">
                          <w:pPr>
                            <w:pStyle w:val="Footer1"/>
                          </w:pPr>
                          <w:r w:rsidRPr="008C1BD3">
                            <w:t>Swedbank</w:t>
                          </w:r>
                        </w:p>
                        <w:p w14:paraId="1B2391F0" w14:textId="77777777" w:rsidR="00874F7F" w:rsidRPr="008C1BD3" w:rsidRDefault="00874F7F" w:rsidP="00E34DE7">
                          <w:pPr>
                            <w:pStyle w:val="Footer1"/>
                          </w:pPr>
                          <w:r w:rsidRPr="008C1BD3">
                            <w:t>EE602200001120082169</w:t>
                          </w:r>
                        </w:p>
                        <w:p w14:paraId="3EA25378" w14:textId="77777777" w:rsidR="00874F7F" w:rsidRPr="008C1BD3" w:rsidRDefault="00874F7F" w:rsidP="00E34DE7">
                          <w:pPr>
                            <w:pStyle w:val="Footer1"/>
                          </w:pPr>
                          <w:r w:rsidRPr="008C1BD3">
                            <w:t>SWIFT/BIC: HABAEE2X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73576" id="Text Box 31" o:spid="_x0000_s1027" type="#_x0000_t202" style="position:absolute;margin-left:304.2pt;margin-top:747.3pt;width:110.5pt;height:37.6pt;z-index:-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" stroked="f">
              <v:textbox style="mso-fit-shape-to-text:t">
                <w:txbxContent>
                  <w:p w14:paraId="0F71C873" w14:textId="77777777" w:rsidR="00874F7F" w:rsidRPr="008C1BD3" w:rsidRDefault="005C12A1" w:rsidP="00E34DE7">
                    <w:pPr>
                      <w:pStyle w:val="Footer1"/>
                    </w:pPr>
                    <w:r w:rsidRPr="008C1BD3">
                      <w:t>Swedbank</w:t>
                    </w:r>
                  </w:p>
                  <w:p w14:paraId="1B2391F0" w14:textId="77777777" w:rsidR="00874F7F" w:rsidRPr="008C1BD3" w:rsidRDefault="00874F7F" w:rsidP="00E34DE7">
                    <w:pPr>
                      <w:pStyle w:val="Footer1"/>
                    </w:pPr>
                    <w:r w:rsidRPr="008C1BD3">
                      <w:t>EE602200001120082169</w:t>
                    </w:r>
                  </w:p>
                  <w:p w14:paraId="3EA25378" w14:textId="77777777" w:rsidR="00874F7F" w:rsidRPr="008C1BD3" w:rsidRDefault="00874F7F" w:rsidP="00E34DE7">
                    <w:pPr>
                      <w:pStyle w:val="Footer1"/>
                    </w:pPr>
                    <w:r w:rsidRPr="008C1BD3">
                      <w:t>SWIFT/BIC: HABAEE2X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C1BD3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2094" behindDoc="1" locked="0" layoutInCell="1" allowOverlap="1" wp14:anchorId="48DE90CF" wp14:editId="1D662B4B">
              <wp:simplePos x="0" y="0"/>
              <wp:positionH relativeFrom="page">
                <wp:posOffset>5665470</wp:posOffset>
              </wp:positionH>
              <wp:positionV relativeFrom="page">
                <wp:posOffset>9490710</wp:posOffset>
              </wp:positionV>
              <wp:extent cx="1635760" cy="636905"/>
              <wp:effectExtent l="0" t="3810" r="4445" b="0"/>
              <wp:wrapNone/>
              <wp:docPr id="3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5760" cy="636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72B978" w14:textId="77777777" w:rsidR="00874F7F" w:rsidRPr="008C1BD3" w:rsidRDefault="00874F7F" w:rsidP="00E34DE7">
                          <w:pPr>
                            <w:pStyle w:val="Footer1"/>
                          </w:pPr>
                          <w:r w:rsidRPr="008C1BD3">
                            <w:t>SEB Pank</w:t>
                          </w:r>
                        </w:p>
                        <w:p w14:paraId="644236A3" w14:textId="77777777" w:rsidR="00874F7F" w:rsidRPr="008C1BD3" w:rsidRDefault="00874F7F" w:rsidP="00E34DE7">
                          <w:pPr>
                            <w:pStyle w:val="Footer1"/>
                          </w:pPr>
                          <w:r w:rsidRPr="008C1BD3">
                            <w:t>EE681010002000039001</w:t>
                          </w:r>
                        </w:p>
                        <w:p w14:paraId="5B3709C4" w14:textId="77777777" w:rsidR="00874F7F" w:rsidRPr="008C1BD3" w:rsidRDefault="00874F7F" w:rsidP="00E34DE7">
                          <w:pPr>
                            <w:pStyle w:val="Footer1"/>
                          </w:pPr>
                          <w:r w:rsidRPr="008C1BD3">
                            <w:t>SWIFT/BIC: EEUHEE2X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DE90CF" id="Text Box 32" o:spid="_x0000_s1028" type="#_x0000_t202" style="position:absolute;margin-left:446.1pt;margin-top:747.3pt;width:128.8pt;height:50.15pt;z-index:-2516643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" stroked="f">
              <v:textbox>
                <w:txbxContent>
                  <w:p w14:paraId="7872B978" w14:textId="77777777" w:rsidR="00874F7F" w:rsidRPr="008C1BD3" w:rsidRDefault="00874F7F" w:rsidP="00E34DE7">
                    <w:pPr>
                      <w:pStyle w:val="Footer1"/>
                    </w:pPr>
                    <w:r w:rsidRPr="008C1BD3">
                      <w:t>SEB Pank</w:t>
                    </w:r>
                  </w:p>
                  <w:p w14:paraId="644236A3" w14:textId="77777777" w:rsidR="00874F7F" w:rsidRPr="008C1BD3" w:rsidRDefault="00874F7F" w:rsidP="00E34DE7">
                    <w:pPr>
                      <w:pStyle w:val="Footer1"/>
                    </w:pPr>
                    <w:r w:rsidRPr="008C1BD3">
                      <w:t>EE681010002000039001</w:t>
                    </w:r>
                  </w:p>
                  <w:p w14:paraId="5B3709C4" w14:textId="77777777" w:rsidR="00874F7F" w:rsidRPr="008C1BD3" w:rsidRDefault="00874F7F" w:rsidP="00E34DE7">
                    <w:pPr>
                      <w:pStyle w:val="Footer1"/>
                    </w:pPr>
                    <w:r w:rsidRPr="008C1BD3">
                      <w:t>SWIFT/BIC: EEUHEE2X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C1BD3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397AAC5" wp14:editId="1C7F2F32">
              <wp:simplePos x="0" y="0"/>
              <wp:positionH relativeFrom="page">
                <wp:posOffset>1953895</wp:posOffset>
              </wp:positionH>
              <wp:positionV relativeFrom="page">
                <wp:posOffset>9515475</wp:posOffset>
              </wp:positionV>
              <wp:extent cx="1751965" cy="502285"/>
              <wp:effectExtent l="1270" t="0" r="0" b="2540"/>
              <wp:wrapNone/>
              <wp:docPr id="2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1965" cy="502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42694B" w14:textId="77777777" w:rsidR="00874F7F" w:rsidRPr="008C1BD3" w:rsidRDefault="00874F7F" w:rsidP="00E34DE7">
                          <w:pPr>
                            <w:pStyle w:val="Footer1"/>
                          </w:pPr>
                          <w:r w:rsidRPr="008C1BD3">
                            <w:t>Telefon +372 6 025 114</w:t>
                          </w:r>
                        </w:p>
                        <w:p w14:paraId="43CE283B" w14:textId="77777777" w:rsidR="00874F7F" w:rsidRPr="008C1BD3" w:rsidRDefault="00583C76" w:rsidP="00E34DE7">
                          <w:pPr>
                            <w:pStyle w:val="Footer1"/>
                          </w:pPr>
                          <w:r w:rsidRPr="008C1BD3">
                            <w:t>e-post: info@pohjakotkas.ee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97AAC5" id="Text Box 30" o:spid="_x0000_s1029" type="#_x0000_t202" style="position:absolute;margin-left:153.85pt;margin-top:749.25pt;width:137.95pt;height:3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" stroked="f">
              <v:textbox>
                <w:txbxContent>
                  <w:p w14:paraId="3942694B" w14:textId="77777777" w:rsidR="00874F7F" w:rsidRPr="008C1BD3" w:rsidRDefault="00874F7F" w:rsidP="00E34DE7">
                    <w:pPr>
                      <w:pStyle w:val="Footer1"/>
                    </w:pPr>
                    <w:r w:rsidRPr="008C1BD3">
                      <w:t>Telefon +372 6 025 114</w:t>
                    </w:r>
                  </w:p>
                  <w:p w14:paraId="43CE283B" w14:textId="77777777" w:rsidR="00874F7F" w:rsidRPr="008C1BD3" w:rsidRDefault="00583C76" w:rsidP="00E34DE7">
                    <w:pPr>
                      <w:pStyle w:val="Footer1"/>
                    </w:pPr>
                    <w:r w:rsidRPr="008C1BD3">
                      <w:t>e-post: info@pohjakotkas.ee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C1BD3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6424CBB" wp14:editId="48868B48">
              <wp:simplePos x="0" y="0"/>
              <wp:positionH relativeFrom="page">
                <wp:posOffset>333375</wp:posOffset>
              </wp:positionH>
              <wp:positionV relativeFrom="page">
                <wp:posOffset>9371965</wp:posOffset>
              </wp:positionV>
              <wp:extent cx="6856095" cy="635"/>
              <wp:effectExtent l="9525" t="8890" r="11430" b="9525"/>
              <wp:wrapNone/>
              <wp:docPr id="1" name="AutoShap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6095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A5A5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1F25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3" o:spid="_x0000_s1026" type="#_x0000_t32" style="position:absolute;margin-left:26.25pt;margin-top:737.95pt;width:539.85pt;height: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" strokecolor="#5a5a5a" strokeweight="1.25pt"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666EA" w14:textId="77777777" w:rsidR="00874F7F" w:rsidRPr="008C1BD3" w:rsidRDefault="00874F7F" w:rsidP="005C40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519A7" w14:textId="77777777" w:rsidR="00E71366" w:rsidRPr="008C1BD3" w:rsidRDefault="00E71366" w:rsidP="00F61BD6">
      <w:r w:rsidRPr="008C1BD3">
        <w:separator/>
      </w:r>
    </w:p>
  </w:footnote>
  <w:footnote w:type="continuationSeparator" w:id="0">
    <w:p w14:paraId="2D6C15F9" w14:textId="77777777" w:rsidR="00E71366" w:rsidRPr="008C1BD3" w:rsidRDefault="00E71366" w:rsidP="00F61BD6">
      <w:r w:rsidRPr="008C1BD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C4024" w:rsidRPr="008C1BD3" w14:paraId="20FF1CCC" w14:textId="77777777" w:rsidTr="005C4024">
      <w:trPr>
        <w:trHeight w:val="323"/>
      </w:trPr>
      <w:tc>
        <w:tcPr>
          <w:tcW w:w="9212" w:type="dxa"/>
        </w:tcPr>
        <w:p w14:paraId="3BE6D17B" w14:textId="77777777" w:rsidR="005C4024" w:rsidRPr="008C1BD3" w:rsidRDefault="005C4024" w:rsidP="00F032CE">
          <w:pPr>
            <w:pStyle w:val="Pis"/>
          </w:pPr>
          <w:r w:rsidRPr="008C1BD3">
            <w:t>Eesti Spordiselts Põhjakotkas</w:t>
          </w:r>
        </w:p>
      </w:tc>
    </w:tr>
  </w:tbl>
  <w:p w14:paraId="76009207" w14:textId="77777777" w:rsidR="00874F7F" w:rsidRPr="008C1BD3" w:rsidRDefault="00874F7F" w:rsidP="005C402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D56BA" w14:textId="77777777" w:rsidR="00874F7F" w:rsidRPr="008C1BD3" w:rsidRDefault="00A345DD" w:rsidP="00E34DE7">
    <w:pPr>
      <w:pStyle w:val="Pis"/>
    </w:pPr>
    <w:r w:rsidRPr="008C1BD3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58CA84CA" wp14:editId="6C552F05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7056120" cy="9900285"/>
              <wp:effectExtent l="13970" t="13970" r="16510" b="10795"/>
              <wp:wrapNone/>
              <wp:docPr id="7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56120" cy="9900285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rgbClr val="5A5A5A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FB329B" id="Rectangle 26" o:spid="_x0000_s1026" style="position:absolute;margin-left:19.85pt;margin-top:19.85pt;width:555.6pt;height:779.5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" filled="f" strokecolor="#5a5a5a" strokeweight="1.25pt">
              <w10:wrap anchorx="page" anchory="page"/>
            </v:rect>
          </w:pict>
        </mc:Fallback>
      </mc:AlternateContent>
    </w:r>
    <w:r w:rsidRPr="008C1BD3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AF9B367" wp14:editId="78642F23">
              <wp:simplePos x="0" y="0"/>
              <wp:positionH relativeFrom="page">
                <wp:posOffset>255905</wp:posOffset>
              </wp:positionH>
              <wp:positionV relativeFrom="page">
                <wp:posOffset>257175</wp:posOffset>
              </wp:positionV>
              <wp:extent cx="7052310" cy="323850"/>
              <wp:effectExtent l="0" t="0" r="0" b="0"/>
              <wp:wrapNone/>
              <wp:docPr id="6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52310" cy="323850"/>
                      </a:xfrm>
                      <a:prstGeom prst="rect">
                        <a:avLst/>
                      </a:prstGeom>
                      <a:solidFill>
                        <a:srgbClr val="5A5A5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463879" id="Rectangle 27" o:spid="_x0000_s1026" style="position:absolute;margin-left:20.15pt;margin-top:20.25pt;width:555.3pt;height:25.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" fillcolor="#5a5a5a" stroked="f">
              <w10:wrap anchorx="page" anchory="page"/>
            </v:rect>
          </w:pict>
        </mc:Fallback>
      </mc:AlternateContent>
    </w:r>
    <w:r w:rsidR="00874F7F" w:rsidRPr="008C1BD3"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36713ED0" wp14:editId="31837706">
          <wp:simplePos x="0" y="0"/>
          <wp:positionH relativeFrom="page">
            <wp:align>center</wp:align>
          </wp:positionH>
          <wp:positionV relativeFrom="page">
            <wp:posOffset>685800</wp:posOffset>
          </wp:positionV>
          <wp:extent cx="1079500" cy="1076325"/>
          <wp:effectExtent l="19050" t="0" r="6350" b="0"/>
          <wp:wrapNone/>
          <wp:docPr id="28" name="Picture 1" descr="Kotka_logo_30x30_mm_300_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tka_logo_30x30_mm_300_dpi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284E6" w14:textId="77777777" w:rsidR="00874F7F" w:rsidRPr="008C1BD3" w:rsidRDefault="00874F7F" w:rsidP="00E34DE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91005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AD23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74609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32CE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EA1A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2CC2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042E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B0FF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A8C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50D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C2417D"/>
    <w:multiLevelType w:val="multilevel"/>
    <w:tmpl w:val="44560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512A735B"/>
    <w:multiLevelType w:val="hybridMultilevel"/>
    <w:tmpl w:val="87BCA4E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B020E"/>
    <w:multiLevelType w:val="hybridMultilevel"/>
    <w:tmpl w:val="A30481C4"/>
    <w:lvl w:ilvl="0" w:tplc="D3643040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02D47"/>
    <w:multiLevelType w:val="hybridMultilevel"/>
    <w:tmpl w:val="28AA68A6"/>
    <w:lvl w:ilvl="0" w:tplc="1D7EE24C">
      <w:start w:val="1"/>
      <w:numFmt w:val="decimal"/>
      <w:pStyle w:val="Nimekiri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288680">
    <w:abstractNumId w:val="9"/>
  </w:num>
  <w:num w:numId="2" w16cid:durableId="520624832">
    <w:abstractNumId w:val="7"/>
  </w:num>
  <w:num w:numId="3" w16cid:durableId="1328291637">
    <w:abstractNumId w:val="6"/>
  </w:num>
  <w:num w:numId="4" w16cid:durableId="128059064">
    <w:abstractNumId w:val="5"/>
  </w:num>
  <w:num w:numId="5" w16cid:durableId="869564371">
    <w:abstractNumId w:val="4"/>
  </w:num>
  <w:num w:numId="6" w16cid:durableId="661618449">
    <w:abstractNumId w:val="8"/>
  </w:num>
  <w:num w:numId="7" w16cid:durableId="767192838">
    <w:abstractNumId w:val="3"/>
  </w:num>
  <w:num w:numId="8" w16cid:durableId="1523281747">
    <w:abstractNumId w:val="2"/>
  </w:num>
  <w:num w:numId="9" w16cid:durableId="647781142">
    <w:abstractNumId w:val="1"/>
  </w:num>
  <w:num w:numId="10" w16cid:durableId="1993945376">
    <w:abstractNumId w:val="0"/>
  </w:num>
  <w:num w:numId="11" w16cid:durableId="33888709">
    <w:abstractNumId w:val="11"/>
  </w:num>
  <w:num w:numId="12" w16cid:durableId="1715690775">
    <w:abstractNumId w:val="12"/>
  </w:num>
  <w:num w:numId="13" w16cid:durableId="2061708695">
    <w:abstractNumId w:val="13"/>
  </w:num>
  <w:num w:numId="14" w16cid:durableId="14616510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3"/>
  <w:defaultTabStop w:val="708"/>
  <w:autoHyphenation/>
  <w:hyphenationZone w:val="851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A4"/>
    <w:rsid w:val="00077F42"/>
    <w:rsid w:val="00084A7C"/>
    <w:rsid w:val="0009070A"/>
    <w:rsid w:val="000B45B1"/>
    <w:rsid w:val="000B5FB1"/>
    <w:rsid w:val="000B600B"/>
    <w:rsid w:val="000E6313"/>
    <w:rsid w:val="000F48B9"/>
    <w:rsid w:val="00121AD1"/>
    <w:rsid w:val="00124181"/>
    <w:rsid w:val="001316AA"/>
    <w:rsid w:val="00144453"/>
    <w:rsid w:val="00190FE9"/>
    <w:rsid w:val="001A4163"/>
    <w:rsid w:val="001C2B8B"/>
    <w:rsid w:val="001F2235"/>
    <w:rsid w:val="002358B3"/>
    <w:rsid w:val="00243A39"/>
    <w:rsid w:val="0024779F"/>
    <w:rsid w:val="00256C8C"/>
    <w:rsid w:val="00263B96"/>
    <w:rsid w:val="002700E7"/>
    <w:rsid w:val="00271C9C"/>
    <w:rsid w:val="002A4D7E"/>
    <w:rsid w:val="002C6807"/>
    <w:rsid w:val="002E21CB"/>
    <w:rsid w:val="002F74E6"/>
    <w:rsid w:val="003076E9"/>
    <w:rsid w:val="00322264"/>
    <w:rsid w:val="003442AB"/>
    <w:rsid w:val="003516B7"/>
    <w:rsid w:val="0035744D"/>
    <w:rsid w:val="00384484"/>
    <w:rsid w:val="00384EFC"/>
    <w:rsid w:val="00391217"/>
    <w:rsid w:val="003F7AAA"/>
    <w:rsid w:val="00437192"/>
    <w:rsid w:val="004553CF"/>
    <w:rsid w:val="004568F3"/>
    <w:rsid w:val="00464722"/>
    <w:rsid w:val="004670BE"/>
    <w:rsid w:val="0047317A"/>
    <w:rsid w:val="00473563"/>
    <w:rsid w:val="0047631B"/>
    <w:rsid w:val="0048419B"/>
    <w:rsid w:val="00490B48"/>
    <w:rsid w:val="004B07E2"/>
    <w:rsid w:val="004C47B5"/>
    <w:rsid w:val="004F6E78"/>
    <w:rsid w:val="00502992"/>
    <w:rsid w:val="00515EAF"/>
    <w:rsid w:val="00583C76"/>
    <w:rsid w:val="005C12A1"/>
    <w:rsid w:val="005C4024"/>
    <w:rsid w:val="005C70C2"/>
    <w:rsid w:val="005D1C0B"/>
    <w:rsid w:val="005F0866"/>
    <w:rsid w:val="00617D46"/>
    <w:rsid w:val="00622714"/>
    <w:rsid w:val="00625792"/>
    <w:rsid w:val="00633727"/>
    <w:rsid w:val="00644938"/>
    <w:rsid w:val="00651916"/>
    <w:rsid w:val="00686750"/>
    <w:rsid w:val="006D05A5"/>
    <w:rsid w:val="0070656B"/>
    <w:rsid w:val="0070717E"/>
    <w:rsid w:val="00791776"/>
    <w:rsid w:val="007D201A"/>
    <w:rsid w:val="007E3814"/>
    <w:rsid w:val="007F61BD"/>
    <w:rsid w:val="00840582"/>
    <w:rsid w:val="008420C8"/>
    <w:rsid w:val="008430E1"/>
    <w:rsid w:val="008479BF"/>
    <w:rsid w:val="00850F2B"/>
    <w:rsid w:val="00854BF4"/>
    <w:rsid w:val="00855BE2"/>
    <w:rsid w:val="00864962"/>
    <w:rsid w:val="00867D37"/>
    <w:rsid w:val="00874F7F"/>
    <w:rsid w:val="00892C02"/>
    <w:rsid w:val="008C10AA"/>
    <w:rsid w:val="008C1BD3"/>
    <w:rsid w:val="008E5CDE"/>
    <w:rsid w:val="008F1DA4"/>
    <w:rsid w:val="008F3ADC"/>
    <w:rsid w:val="008F43DC"/>
    <w:rsid w:val="00925832"/>
    <w:rsid w:val="00952A8C"/>
    <w:rsid w:val="009612B7"/>
    <w:rsid w:val="009655FA"/>
    <w:rsid w:val="00966F9F"/>
    <w:rsid w:val="009671C7"/>
    <w:rsid w:val="009D3F31"/>
    <w:rsid w:val="00A345DD"/>
    <w:rsid w:val="00A43324"/>
    <w:rsid w:val="00A72782"/>
    <w:rsid w:val="00A75E29"/>
    <w:rsid w:val="00A86DE5"/>
    <w:rsid w:val="00A91514"/>
    <w:rsid w:val="00AB02E5"/>
    <w:rsid w:val="00AC3369"/>
    <w:rsid w:val="00AE1C2E"/>
    <w:rsid w:val="00B21D17"/>
    <w:rsid w:val="00B22A46"/>
    <w:rsid w:val="00B35578"/>
    <w:rsid w:val="00B423EC"/>
    <w:rsid w:val="00BB1858"/>
    <w:rsid w:val="00BC1B16"/>
    <w:rsid w:val="00BC405C"/>
    <w:rsid w:val="00BC74F5"/>
    <w:rsid w:val="00BF3D3A"/>
    <w:rsid w:val="00C00140"/>
    <w:rsid w:val="00C316F1"/>
    <w:rsid w:val="00C47C58"/>
    <w:rsid w:val="00C51C82"/>
    <w:rsid w:val="00C67A6F"/>
    <w:rsid w:val="00CC29AC"/>
    <w:rsid w:val="00CF2C88"/>
    <w:rsid w:val="00D060C2"/>
    <w:rsid w:val="00D12F7F"/>
    <w:rsid w:val="00D33B4A"/>
    <w:rsid w:val="00D51616"/>
    <w:rsid w:val="00D579F0"/>
    <w:rsid w:val="00D75746"/>
    <w:rsid w:val="00D77FE7"/>
    <w:rsid w:val="00DA5C49"/>
    <w:rsid w:val="00DC79F1"/>
    <w:rsid w:val="00DE7058"/>
    <w:rsid w:val="00DF36BE"/>
    <w:rsid w:val="00DF7C82"/>
    <w:rsid w:val="00E34DE7"/>
    <w:rsid w:val="00E35F13"/>
    <w:rsid w:val="00E46D3B"/>
    <w:rsid w:val="00E56A2D"/>
    <w:rsid w:val="00E71366"/>
    <w:rsid w:val="00EA0285"/>
    <w:rsid w:val="00EA0AE8"/>
    <w:rsid w:val="00ED1B15"/>
    <w:rsid w:val="00ED63F2"/>
    <w:rsid w:val="00F1100F"/>
    <w:rsid w:val="00F35E58"/>
    <w:rsid w:val="00F52F1B"/>
    <w:rsid w:val="00F61BD6"/>
    <w:rsid w:val="00F77FE8"/>
    <w:rsid w:val="00F813EC"/>
    <w:rsid w:val="00F87E3D"/>
    <w:rsid w:val="00FB52E3"/>
    <w:rsid w:val="00FD4ED1"/>
    <w:rsid w:val="00F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145F3"/>
  <w15:docId w15:val="{18E6A9DA-B3B5-4C01-9143-426E67CD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dobe Garamond Pro" w:eastAsia="Calibri" w:hAnsi="Adobe Garamond Pro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aliases w:val="Tekst"/>
    <w:qFormat/>
    <w:rsid w:val="00A345DD"/>
    <w:rPr>
      <w:rFonts w:ascii="Garamond Premr Pro" w:eastAsia="Times New Roman" w:hAnsi="Garamond Premr Pro"/>
      <w:sz w:val="24"/>
    </w:rPr>
  </w:style>
  <w:style w:type="paragraph" w:styleId="Pealkiri1">
    <w:name w:val="heading 1"/>
    <w:aliases w:val="Title"/>
    <w:next w:val="Normaallaad"/>
    <w:link w:val="Pealkiri1Mrk"/>
    <w:unhideWhenUsed/>
    <w:qFormat/>
    <w:rsid w:val="00243A39"/>
    <w:pPr>
      <w:spacing w:after="480"/>
      <w:outlineLvl w:val="0"/>
    </w:pPr>
    <w:rPr>
      <w:rFonts w:ascii="Garamond" w:hAnsi="Garamond"/>
      <w:b/>
      <w:smallCaps/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link w:val="PisMrk"/>
    <w:uiPriority w:val="99"/>
    <w:unhideWhenUsed/>
    <w:rsid w:val="00E34DE7"/>
    <w:pPr>
      <w:tabs>
        <w:tab w:val="center" w:pos="4536"/>
        <w:tab w:val="right" w:pos="9072"/>
      </w:tabs>
    </w:pPr>
    <w:rPr>
      <w:rFonts w:ascii="Garamond" w:hAnsi="Garamond"/>
      <w:sz w:val="24"/>
      <w:szCs w:val="24"/>
      <w:lang w:eastAsia="en-US"/>
    </w:rPr>
  </w:style>
  <w:style w:type="character" w:customStyle="1" w:styleId="PisMrk">
    <w:name w:val="Päis Märk"/>
    <w:link w:val="Pis"/>
    <w:uiPriority w:val="99"/>
    <w:rsid w:val="00E34DE7"/>
    <w:rPr>
      <w:rFonts w:ascii="Garamond" w:hAnsi="Garamond"/>
      <w:sz w:val="24"/>
      <w:szCs w:val="24"/>
      <w:lang w:eastAsia="en-US"/>
    </w:rPr>
  </w:style>
  <w:style w:type="paragraph" w:styleId="Jalus">
    <w:name w:val="footer"/>
    <w:link w:val="JalusMrk"/>
    <w:uiPriority w:val="99"/>
    <w:unhideWhenUsed/>
    <w:rsid w:val="005C4024"/>
    <w:pPr>
      <w:tabs>
        <w:tab w:val="center" w:pos="4536"/>
        <w:tab w:val="right" w:pos="9072"/>
      </w:tabs>
      <w:jc w:val="center"/>
    </w:pPr>
    <w:rPr>
      <w:rFonts w:ascii="Garamond" w:hAnsi="Garamond"/>
      <w:sz w:val="24"/>
      <w:szCs w:val="24"/>
      <w:lang w:eastAsia="en-US"/>
    </w:rPr>
  </w:style>
  <w:style w:type="character" w:customStyle="1" w:styleId="JalusMrk">
    <w:name w:val="Jalus Märk"/>
    <w:link w:val="Jalus"/>
    <w:uiPriority w:val="99"/>
    <w:rsid w:val="005C4024"/>
    <w:rPr>
      <w:rFonts w:ascii="Garamond" w:hAnsi="Garamond"/>
      <w:sz w:val="24"/>
      <w:szCs w:val="24"/>
      <w:lang w:eastAsia="en-US"/>
    </w:rPr>
  </w:style>
  <w:style w:type="character" w:customStyle="1" w:styleId="Pealkiri1Mrk">
    <w:name w:val="Pealkiri 1 Märk"/>
    <w:aliases w:val="Title Märk"/>
    <w:link w:val="Pealkiri1"/>
    <w:uiPriority w:val="9"/>
    <w:rsid w:val="00243A39"/>
    <w:rPr>
      <w:rFonts w:ascii="Garamond" w:hAnsi="Garamond"/>
      <w:b/>
      <w:smallCaps/>
      <w:sz w:val="24"/>
      <w:szCs w:val="24"/>
      <w:lang w:eastAsia="en-US"/>
    </w:rPr>
  </w:style>
  <w:style w:type="paragraph" w:customStyle="1" w:styleId="Footer1">
    <w:name w:val="Footer 1"/>
    <w:link w:val="Footer1Char"/>
    <w:unhideWhenUsed/>
    <w:rsid w:val="00E34DE7"/>
    <w:rPr>
      <w:rFonts w:ascii="Garamond" w:hAnsi="Garamond"/>
      <w:sz w:val="18"/>
      <w:szCs w:val="18"/>
      <w:lang w:eastAsia="en-US"/>
    </w:rPr>
  </w:style>
  <w:style w:type="paragraph" w:customStyle="1" w:styleId="Sissejuhatus">
    <w:name w:val="Sissejuhatus"/>
    <w:link w:val="SissejuhatusChar"/>
    <w:qFormat/>
    <w:rsid w:val="00243A39"/>
    <w:pPr>
      <w:spacing w:before="480" w:line="480" w:lineRule="auto"/>
    </w:pPr>
    <w:rPr>
      <w:rFonts w:ascii="Garamond" w:hAnsi="Garamond"/>
      <w:b/>
      <w:sz w:val="24"/>
      <w:szCs w:val="24"/>
      <w:lang w:eastAsia="en-US"/>
    </w:rPr>
  </w:style>
  <w:style w:type="character" w:customStyle="1" w:styleId="Footer1Char">
    <w:name w:val="Footer 1 Char"/>
    <w:link w:val="Footer1"/>
    <w:rsid w:val="00E34DE7"/>
    <w:rPr>
      <w:rFonts w:ascii="Garamond" w:hAnsi="Garamond"/>
      <w:sz w:val="18"/>
      <w:szCs w:val="18"/>
      <w:lang w:eastAsia="en-US"/>
    </w:rPr>
  </w:style>
  <w:style w:type="paragraph" w:customStyle="1" w:styleId="Pisvasak">
    <w:name w:val="Päis vasak"/>
    <w:link w:val="PisvasakChar"/>
    <w:qFormat/>
    <w:rsid w:val="00E34DE7"/>
    <w:rPr>
      <w:rFonts w:ascii="Garamond Premr Pro" w:hAnsi="Garamond Premr Pro"/>
      <w:b/>
      <w:sz w:val="24"/>
      <w:szCs w:val="24"/>
      <w:lang w:eastAsia="en-US"/>
    </w:rPr>
  </w:style>
  <w:style w:type="character" w:customStyle="1" w:styleId="SissejuhatusChar">
    <w:name w:val="Sissejuhatus Char"/>
    <w:link w:val="Sissejuhatus"/>
    <w:rsid w:val="00243A39"/>
    <w:rPr>
      <w:rFonts w:ascii="Garamond" w:hAnsi="Garamond"/>
      <w:b/>
      <w:sz w:val="24"/>
      <w:szCs w:val="24"/>
      <w:lang w:eastAsia="en-US"/>
    </w:rPr>
  </w:style>
  <w:style w:type="character" w:styleId="Kommentaariviide">
    <w:name w:val="annotation reference"/>
    <w:uiPriority w:val="99"/>
    <w:semiHidden/>
    <w:unhideWhenUsed/>
    <w:rsid w:val="00502992"/>
    <w:rPr>
      <w:sz w:val="16"/>
      <w:szCs w:val="16"/>
    </w:rPr>
  </w:style>
  <w:style w:type="character" w:customStyle="1" w:styleId="PisvasakChar">
    <w:name w:val="Päis vasak Char"/>
    <w:basedOn w:val="Liguvaikefont"/>
    <w:link w:val="Pisvasak"/>
    <w:rsid w:val="00F61BD6"/>
    <w:rPr>
      <w:rFonts w:ascii="Garamond Premr Pro" w:hAnsi="Garamond Premr Pro"/>
      <w:b/>
      <w:sz w:val="24"/>
      <w:szCs w:val="24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02992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rsid w:val="00502992"/>
    <w:rPr>
      <w:rFonts w:ascii="Garamond" w:hAnsi="Garamond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0299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502992"/>
    <w:rPr>
      <w:rFonts w:ascii="Garamond" w:hAnsi="Garamond"/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02992"/>
    <w:rPr>
      <w:rFonts w:ascii="Tahoma" w:hAnsi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02992"/>
    <w:rPr>
      <w:rFonts w:ascii="Tahoma" w:hAnsi="Tahoma" w:cs="Tahoma"/>
      <w:sz w:val="16"/>
      <w:szCs w:val="16"/>
      <w:lang w:eastAsia="en-US"/>
    </w:rPr>
  </w:style>
  <w:style w:type="paragraph" w:customStyle="1" w:styleId="Pisparem">
    <w:name w:val="Päis parem"/>
    <w:basedOn w:val="Pisvasak"/>
    <w:qFormat/>
    <w:rsid w:val="00E34DE7"/>
    <w:pPr>
      <w:contextualSpacing/>
      <w:jc w:val="right"/>
    </w:pPr>
  </w:style>
  <w:style w:type="paragraph" w:styleId="Lihttekst">
    <w:name w:val="Plain Text"/>
    <w:basedOn w:val="Normaallaad"/>
    <w:link w:val="LihttekstMrk"/>
    <w:uiPriority w:val="99"/>
    <w:semiHidden/>
    <w:unhideWhenUsed/>
    <w:rsid w:val="000F48B9"/>
    <w:rPr>
      <w:rFonts w:ascii="Consolas" w:hAnsi="Consolas"/>
      <w:sz w:val="21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0F48B9"/>
    <w:rPr>
      <w:rFonts w:ascii="Consolas" w:hAnsi="Consolas"/>
      <w:sz w:val="21"/>
      <w:szCs w:val="21"/>
      <w:lang w:eastAsia="en-US"/>
    </w:rPr>
  </w:style>
  <w:style w:type="paragraph" w:customStyle="1" w:styleId="Kskkirjaandja">
    <w:name w:val="Käskkirja andja"/>
    <w:qFormat/>
    <w:rsid w:val="00BC74F5"/>
    <w:pPr>
      <w:spacing w:before="2552"/>
    </w:pPr>
    <w:rPr>
      <w:rFonts w:ascii="Garamond" w:hAnsi="Garamond"/>
      <w:sz w:val="24"/>
      <w:szCs w:val="24"/>
      <w:lang w:eastAsia="en-US"/>
    </w:rPr>
  </w:style>
  <w:style w:type="paragraph" w:customStyle="1" w:styleId="Eelarvepealkiri">
    <w:name w:val="Eelarve pealkiri"/>
    <w:qFormat/>
    <w:rsid w:val="00243A39"/>
    <w:pPr>
      <w:spacing w:before="720" w:after="120"/>
      <w:jc w:val="center"/>
    </w:pPr>
    <w:rPr>
      <w:rFonts w:ascii="Garamond" w:hAnsi="Garamond"/>
      <w:spacing w:val="60"/>
      <w:sz w:val="28"/>
      <w:szCs w:val="24"/>
      <w:lang w:eastAsia="en-US"/>
    </w:rPr>
  </w:style>
  <w:style w:type="table" w:styleId="Kontuurtabel">
    <w:name w:val="Table Grid"/>
    <w:basedOn w:val="Normaaltabel"/>
    <w:uiPriority w:val="59"/>
    <w:rsid w:val="00BC7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elarvevasak">
    <w:name w:val="Eelarve vasak"/>
    <w:qFormat/>
    <w:rsid w:val="00AE1C2E"/>
    <w:rPr>
      <w:rFonts w:ascii="Garamond" w:hAnsi="Garamond"/>
      <w:sz w:val="24"/>
      <w:szCs w:val="24"/>
      <w:lang w:eastAsia="en-US"/>
    </w:rPr>
  </w:style>
  <w:style w:type="paragraph" w:customStyle="1" w:styleId="Eelarveparem">
    <w:name w:val="Eelarve parem"/>
    <w:qFormat/>
    <w:rsid w:val="00AE1C2E"/>
    <w:pPr>
      <w:jc w:val="right"/>
    </w:pPr>
    <w:rPr>
      <w:rFonts w:ascii="Garamond" w:hAnsi="Garamond"/>
      <w:sz w:val="24"/>
      <w:szCs w:val="24"/>
      <w:lang w:eastAsia="en-US"/>
    </w:rPr>
  </w:style>
  <w:style w:type="paragraph" w:customStyle="1" w:styleId="Eelarvekokku">
    <w:name w:val="Eelarve kokku"/>
    <w:basedOn w:val="Eelarveparem"/>
    <w:qFormat/>
    <w:rsid w:val="00AE1C2E"/>
    <w:rPr>
      <w:b/>
    </w:rPr>
  </w:style>
  <w:style w:type="paragraph" w:customStyle="1" w:styleId="Lisaallkiri">
    <w:name w:val="Lisaallkiri"/>
    <w:qFormat/>
    <w:rsid w:val="00AE1C2E"/>
    <w:pPr>
      <w:tabs>
        <w:tab w:val="right" w:pos="5529"/>
      </w:tabs>
      <w:spacing w:before="1985"/>
    </w:pPr>
    <w:rPr>
      <w:rFonts w:ascii="Garamond" w:hAnsi="Garamond"/>
      <w:sz w:val="24"/>
      <w:szCs w:val="24"/>
      <w:lang w:eastAsia="en-US"/>
    </w:rPr>
  </w:style>
  <w:style w:type="character" w:styleId="Kohatitetekst">
    <w:name w:val="Placeholder Text"/>
    <w:basedOn w:val="Liguvaikefont"/>
    <w:uiPriority w:val="99"/>
    <w:unhideWhenUsed/>
    <w:rsid w:val="00391217"/>
    <w:rPr>
      <w:color w:val="808080"/>
    </w:rPr>
  </w:style>
  <w:style w:type="paragraph" w:customStyle="1" w:styleId="Nimekiri">
    <w:name w:val="Nimekiri"/>
    <w:basedOn w:val="Normaallaad"/>
    <w:qFormat/>
    <w:rsid w:val="00BF3D3A"/>
    <w:pPr>
      <w:numPr>
        <w:numId w:val="13"/>
      </w:numPr>
    </w:pPr>
  </w:style>
  <w:style w:type="paragraph" w:styleId="Kehatekst">
    <w:name w:val="Body Text"/>
    <w:basedOn w:val="Normaallaad"/>
    <w:link w:val="KehatekstMrk"/>
    <w:semiHidden/>
    <w:rsid w:val="004C47B5"/>
    <w:pPr>
      <w:jc w:val="both"/>
    </w:pPr>
    <w:rPr>
      <w:lang w:val="en-US"/>
    </w:rPr>
  </w:style>
  <w:style w:type="character" w:customStyle="1" w:styleId="KehatekstMrk">
    <w:name w:val="Kehatekst Märk"/>
    <w:basedOn w:val="Liguvaikefont"/>
    <w:link w:val="Kehatekst"/>
    <w:semiHidden/>
    <w:rsid w:val="004C47B5"/>
    <w:rPr>
      <w:rFonts w:ascii="Times New Roman" w:eastAsia="Times New Roman" w:hAnsi="Times New Roman"/>
      <w:sz w:val="28"/>
      <w:lang w:val="en-US"/>
    </w:rPr>
  </w:style>
  <w:style w:type="paragraph" w:styleId="Vahedeta">
    <w:name w:val="No Spacing"/>
    <w:uiPriority w:val="1"/>
    <w:qFormat/>
    <w:rsid w:val="00625792"/>
    <w:rPr>
      <w:rFonts w:ascii="Calibri" w:hAnsi="Calibri"/>
      <w:sz w:val="22"/>
      <w:szCs w:val="22"/>
      <w:lang w:eastAsia="en-US"/>
    </w:rPr>
  </w:style>
  <w:style w:type="character" w:styleId="Hperlink">
    <w:name w:val="Hyperlink"/>
    <w:basedOn w:val="Liguvaikefont"/>
    <w:uiPriority w:val="99"/>
    <w:semiHidden/>
    <w:unhideWhenUsed/>
    <w:rsid w:val="00384EFC"/>
    <w:rPr>
      <w:rFonts w:ascii="Times New Roman" w:hAnsi="Times New Roman" w:cs="Times New Roman" w:hint="default"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7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\AppData\Local\Microsoft\Windows\INetCache\Content.Outlook\NFG4191B\Kirjablanket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ACA61-B8C1-43C8-9BDE-6F996A6F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Kirjablankett</Template>
  <TotalTime>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Kristiko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tonu</dc:creator>
  <cp:lastModifiedBy>Tõnu Nurk</cp:lastModifiedBy>
  <cp:revision>5</cp:revision>
  <cp:lastPrinted>2022-05-04T11:00:00Z</cp:lastPrinted>
  <dcterms:created xsi:type="dcterms:W3CDTF">2026-01-15T07:58:00Z</dcterms:created>
  <dcterms:modified xsi:type="dcterms:W3CDTF">2026-01-15T08:23:00Z</dcterms:modified>
</cp:coreProperties>
</file>